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8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Pressefotos </w:t>
      </w:r>
      <w:r w:rsidR="00F55DF6">
        <w:rPr>
          <w:rFonts w:ascii="Courier New" w:hAnsi="Courier New" w:cs="Courier New"/>
          <w:b/>
          <w:sz w:val="20"/>
          <w:szCs w:val="20"/>
        </w:rPr>
        <w:t xml:space="preserve">Miranda </w:t>
      </w:r>
      <w:proofErr w:type="spellStart"/>
      <w:r w:rsidR="00F55DF6">
        <w:rPr>
          <w:rFonts w:ascii="Courier New" w:hAnsi="Courier New" w:cs="Courier New"/>
          <w:b/>
          <w:sz w:val="20"/>
          <w:szCs w:val="20"/>
        </w:rPr>
        <w:t>July</w:t>
      </w:r>
      <w:proofErr w:type="spellEnd"/>
      <w:r w:rsidR="00F55DF6">
        <w:rPr>
          <w:rFonts w:ascii="Courier New" w:hAnsi="Courier New" w:cs="Courier New"/>
          <w:b/>
          <w:sz w:val="20"/>
          <w:szCs w:val="20"/>
        </w:rPr>
        <w:t xml:space="preserve"> Der erste fiese Typ</w:t>
      </w:r>
      <w:bookmarkStart w:id="0" w:name="_GoBack"/>
      <w:bookmarkEnd w:id="0"/>
    </w:p>
    <w:p w:rsidR="004A21F8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</w:p>
    <w:p w:rsidR="004A21F8" w:rsidRPr="00F55DF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  <w:proofErr w:type="spell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</w:t>
      </w:r>
      <w:proofErr w:type="spell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t>/Copyright</w:t>
      </w:r>
      <w:proofErr w:type="gram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:</w:t>
      </w:r>
      <w:proofErr w:type="gram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r w:rsidRPr="00F55DF6">
        <w:rPr>
          <w:rFonts w:ascii="Courier New" w:eastAsia="Courier New" w:hAnsi="Courier New" w:cs="Courier New"/>
          <w:sz w:val="20"/>
          <w:szCs w:val="20"/>
          <w:lang w:val="en-US"/>
        </w:rPr>
        <w:t>Gina Folly</w:t>
      </w:r>
    </w:p>
    <w:p w:rsidR="004A21F8" w:rsidRPr="00F55DF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  <w:r w:rsidRPr="00F55DF6">
        <w:rPr>
          <w:rFonts w:ascii="Courier New" w:eastAsia="Courier New" w:hAnsi="Courier New" w:cs="Courier New"/>
          <w:sz w:val="20"/>
          <w:szCs w:val="20"/>
          <w:lang w:val="en-US"/>
        </w:rPr>
        <w:t>Tel. +41 78 842 83 02</w:t>
      </w:r>
    </w:p>
    <w:p w:rsidR="004A21F8" w:rsidRDefault="00F55DF6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  <w:hyperlink r:id="rId5" w:history="1">
        <w:r w:rsidR="004A21F8" w:rsidRPr="004A21F8">
          <w:rPr>
            <w:rFonts w:ascii="Courier New" w:eastAsia="Courier New" w:hAnsi="Courier New" w:cs="Courier New"/>
            <w:sz w:val="20"/>
            <w:szCs w:val="20"/>
          </w:rPr>
          <w:t>www.ginafolly.ch</w:t>
        </w:r>
      </w:hyperlink>
      <w:r w:rsidR="00701F33">
        <w:rPr>
          <w:rFonts w:ascii="Courier New" w:eastAsia="Courier New" w:hAnsi="Courier New" w:cs="Courier New"/>
          <w:sz w:val="20"/>
          <w:szCs w:val="20"/>
        </w:rPr>
        <w:t xml:space="preserve"> </w:t>
      </w:r>
    </w:p>
    <w:p w:rsidR="004A21F8" w:rsidRPr="004A21F8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u w:val="single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EB6345" w:rsidRPr="00E2271E" w:rsidRDefault="004E547B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82V0085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 xml:space="preserve">Beckmann, 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</w:p>
    <w:p w:rsidR="00EB6345" w:rsidRPr="00E2271E" w:rsidRDefault="004E547B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82V0137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="007D6276" w:rsidRPr="007D6276">
        <w:rPr>
          <w:rFonts w:ascii="Courier New" w:hAnsi="Courier New" w:cs="Courier New"/>
          <w:sz w:val="20"/>
          <w:szCs w:val="20"/>
        </w:rPr>
        <w:t xml:space="preserve">Rebecca </w:t>
      </w:r>
      <w:proofErr w:type="spellStart"/>
      <w:r w:rsidR="007D6276" w:rsidRPr="007D6276">
        <w:rPr>
          <w:rFonts w:ascii="Courier New" w:hAnsi="Courier New" w:cs="Courier New"/>
          <w:sz w:val="20"/>
          <w:szCs w:val="20"/>
        </w:rPr>
        <w:t>Meining</w:t>
      </w:r>
      <w:proofErr w:type="spellEnd"/>
      <w:r w:rsidR="007D6276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</w:p>
    <w:p w:rsidR="00EB6345" w:rsidRPr="00E2271E" w:rsidRDefault="004E547B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82V0146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="007D6276" w:rsidRPr="007D6276">
        <w:rPr>
          <w:rFonts w:ascii="Courier New" w:hAnsi="Courier New" w:cs="Courier New"/>
          <w:sz w:val="20"/>
          <w:szCs w:val="20"/>
        </w:rPr>
        <w:t xml:space="preserve">Rebecca </w:t>
      </w:r>
      <w:proofErr w:type="spellStart"/>
      <w:r w:rsidR="007D6276" w:rsidRPr="007D6276">
        <w:rPr>
          <w:rFonts w:ascii="Courier New" w:hAnsi="Courier New" w:cs="Courier New"/>
          <w:sz w:val="20"/>
          <w:szCs w:val="20"/>
        </w:rPr>
        <w:t>Meining</w:t>
      </w:r>
      <w:proofErr w:type="spellEnd"/>
      <w:r w:rsidR="007D6276">
        <w:rPr>
          <w:rFonts w:ascii="Courier New" w:hAnsi="Courier New" w:cs="Courier New"/>
          <w:sz w:val="20"/>
          <w:szCs w:val="20"/>
        </w:rPr>
        <w:t xml:space="preserve">, Maja </w:t>
      </w:r>
      <w:r w:rsidR="007D6276" w:rsidRPr="004E547B">
        <w:rPr>
          <w:rFonts w:ascii="Courier New" w:hAnsi="Courier New" w:cs="Courier New"/>
          <w:sz w:val="20"/>
          <w:szCs w:val="20"/>
        </w:rPr>
        <w:t>Beckmann</w:t>
      </w:r>
      <w:r w:rsidR="007D6276">
        <w:rPr>
          <w:rFonts w:ascii="Courier New" w:hAnsi="Courier New" w:cs="Courier New"/>
          <w:sz w:val="20"/>
          <w:szCs w:val="20"/>
        </w:rPr>
        <w:t>, Brandy Butler</w:t>
      </w:r>
    </w:p>
    <w:p w:rsidR="00EB6345" w:rsidRPr="00E2271E" w:rsidRDefault="004E547B" w:rsidP="004A21F8">
      <w:pPr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82V0247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="007D6276">
        <w:rPr>
          <w:rFonts w:ascii="Courier New" w:hAnsi="Courier New" w:cs="Courier New"/>
          <w:sz w:val="20"/>
          <w:szCs w:val="20"/>
        </w:rPr>
        <w:t xml:space="preserve">Brandy Butler, </w:t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</w:p>
    <w:p w:rsidR="00EB6345" w:rsidRPr="00E2271E" w:rsidRDefault="004E547B" w:rsidP="004A21F8">
      <w:pPr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82V0258</w:t>
      </w:r>
      <w:r w:rsidR="00EB6345" w:rsidRPr="00E2271E">
        <w:rPr>
          <w:rFonts w:ascii="Courier New" w:hAnsi="Courier New" w:cs="Courier New"/>
          <w:sz w:val="20"/>
          <w:szCs w:val="20"/>
        </w:rPr>
        <w:t>: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>,</w:t>
      </w:r>
      <w:r w:rsidR="007D6276">
        <w:rPr>
          <w:rFonts w:ascii="Courier New" w:hAnsi="Courier New" w:cs="Courier New"/>
          <w:sz w:val="20"/>
          <w:szCs w:val="20"/>
        </w:rPr>
        <w:t xml:space="preserve"> Brandy Butler</w:t>
      </w:r>
    </w:p>
    <w:p w:rsidR="00EB6345" w:rsidRPr="00E2271E" w:rsidRDefault="004E547B" w:rsidP="004A21F8">
      <w:pPr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82V0312</w:t>
      </w:r>
      <w:r w:rsidR="00EB6345" w:rsidRPr="00E2271E">
        <w:rPr>
          <w:rFonts w:ascii="Courier New" w:hAnsi="Courier New" w:cs="Courier New"/>
          <w:sz w:val="20"/>
          <w:szCs w:val="20"/>
        </w:rPr>
        <w:t>: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>,</w:t>
      </w:r>
      <w:r w:rsidR="007D6276">
        <w:rPr>
          <w:rFonts w:ascii="Courier New" w:hAnsi="Courier New" w:cs="Courier New"/>
          <w:sz w:val="20"/>
          <w:szCs w:val="20"/>
        </w:rPr>
        <w:t xml:space="preserve"> Brandy Butler</w:t>
      </w:r>
    </w:p>
    <w:p w:rsidR="00EB6345" w:rsidRPr="00E2271E" w:rsidRDefault="004E547B" w:rsidP="004A21F8">
      <w:pPr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82V0318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 xml:space="preserve">, </w:t>
      </w:r>
      <w:r w:rsidR="007D6276" w:rsidRPr="007D6276">
        <w:rPr>
          <w:rFonts w:ascii="Courier New" w:hAnsi="Courier New" w:cs="Courier New"/>
          <w:sz w:val="20"/>
          <w:szCs w:val="20"/>
        </w:rPr>
        <w:t xml:space="preserve">Rebecca </w:t>
      </w:r>
      <w:proofErr w:type="spellStart"/>
      <w:r w:rsidR="007D6276" w:rsidRPr="007D6276">
        <w:rPr>
          <w:rFonts w:ascii="Courier New" w:hAnsi="Courier New" w:cs="Courier New"/>
          <w:sz w:val="20"/>
          <w:szCs w:val="20"/>
        </w:rPr>
        <w:t>Meining</w:t>
      </w:r>
      <w:proofErr w:type="spellEnd"/>
      <w:r w:rsidR="007D6276">
        <w:rPr>
          <w:rFonts w:ascii="Courier New" w:hAnsi="Courier New" w:cs="Courier New"/>
          <w:sz w:val="20"/>
          <w:szCs w:val="20"/>
        </w:rPr>
        <w:t xml:space="preserve">, </w:t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r w:rsidR="007D6276">
        <w:rPr>
          <w:rFonts w:ascii="Courier New" w:hAnsi="Courier New" w:cs="Courier New"/>
          <w:sz w:val="20"/>
          <w:szCs w:val="20"/>
        </w:rPr>
        <w:t xml:space="preserve">Brandy </w:t>
      </w:r>
      <w:r w:rsidR="007D6276" w:rsidRPr="007D6276">
        <w:rPr>
          <w:rFonts w:ascii="Courier New" w:hAnsi="Courier New" w:cs="Courier New"/>
          <w:sz w:val="20"/>
          <w:szCs w:val="20"/>
        </w:rPr>
        <w:t>Butler</w:t>
      </w:r>
    </w:p>
    <w:p w:rsidR="004E547B" w:rsidRPr="00E2271E" w:rsidRDefault="004E547B" w:rsidP="004E547B">
      <w:pPr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 xml:space="preserve">82V0361: </w:t>
      </w:r>
      <w:r w:rsidRPr="00E2271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 xml:space="preserve">, </w:t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  <w:r w:rsidR="007D6276">
        <w:rPr>
          <w:rFonts w:ascii="Courier New" w:hAnsi="Courier New" w:cs="Courier New"/>
          <w:sz w:val="20"/>
          <w:szCs w:val="20"/>
        </w:rPr>
        <w:t xml:space="preserve">, Brandy </w:t>
      </w:r>
      <w:r w:rsidR="007D6276" w:rsidRPr="007D6276">
        <w:rPr>
          <w:rFonts w:ascii="Courier New" w:hAnsi="Courier New" w:cs="Courier New"/>
          <w:sz w:val="20"/>
          <w:szCs w:val="20"/>
        </w:rPr>
        <w:t>Butler</w:t>
      </w:r>
    </w:p>
    <w:p w:rsidR="00EB6345" w:rsidRDefault="004E547B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82V0383:</w:t>
      </w:r>
      <w:r w:rsidRPr="004E547B">
        <w:rPr>
          <w:rFonts w:ascii="Courier New" w:hAnsi="Courier New" w:cs="Courier New"/>
          <w:sz w:val="20"/>
          <w:szCs w:val="20"/>
        </w:rPr>
        <w:t xml:space="preserve"> </w:t>
      </w:r>
      <w:r w:rsidRPr="00E2271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 xml:space="preserve">, </w:t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</w:p>
    <w:p w:rsidR="004E547B" w:rsidRDefault="004E547B" w:rsidP="004A21F8">
      <w:pPr>
        <w:rPr>
          <w:rFonts w:ascii="Courier New" w:hAnsi="Courier New" w:cs="Courier New"/>
          <w:sz w:val="20"/>
          <w:szCs w:val="20"/>
        </w:rPr>
      </w:pPr>
      <w:r w:rsidRPr="004E547B">
        <w:rPr>
          <w:rFonts w:ascii="Courier New" w:hAnsi="Courier New" w:cs="Courier New"/>
          <w:sz w:val="20"/>
          <w:szCs w:val="20"/>
        </w:rPr>
        <w:t>82V0423</w:t>
      </w:r>
      <w:r w:rsidR="007D6276">
        <w:rPr>
          <w:rFonts w:ascii="Courier New" w:hAnsi="Courier New" w:cs="Courier New"/>
          <w:sz w:val="20"/>
          <w:szCs w:val="20"/>
        </w:rPr>
        <w:t>:</w:t>
      </w:r>
      <w:r w:rsidR="007D6276">
        <w:rPr>
          <w:rFonts w:ascii="Courier New" w:hAnsi="Courier New" w:cs="Courier New"/>
          <w:sz w:val="20"/>
          <w:szCs w:val="20"/>
        </w:rPr>
        <w:tab/>
      </w:r>
      <w:r w:rsidR="007D6276"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="007D6276"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  <w:r w:rsidR="007D6276">
        <w:rPr>
          <w:rFonts w:ascii="Courier New" w:hAnsi="Courier New" w:cs="Courier New"/>
          <w:sz w:val="20"/>
          <w:szCs w:val="20"/>
        </w:rPr>
        <w:t xml:space="preserve">, Brandy </w:t>
      </w:r>
      <w:r w:rsidR="007D6276" w:rsidRPr="007D6276">
        <w:rPr>
          <w:rFonts w:ascii="Courier New" w:hAnsi="Courier New" w:cs="Courier New"/>
          <w:sz w:val="20"/>
          <w:szCs w:val="20"/>
        </w:rPr>
        <w:t>Butler</w:t>
      </w:r>
    </w:p>
    <w:p w:rsidR="007D6276" w:rsidRPr="00F55DF6" w:rsidRDefault="007D6276" w:rsidP="004A21F8">
      <w:pPr>
        <w:rPr>
          <w:rFonts w:ascii="Courier New" w:hAnsi="Courier New" w:cs="Courier New"/>
          <w:sz w:val="20"/>
          <w:szCs w:val="20"/>
          <w:lang w:val="en-US"/>
        </w:rPr>
      </w:pPr>
      <w:r w:rsidRPr="00F55DF6">
        <w:rPr>
          <w:rFonts w:ascii="Courier New" w:hAnsi="Courier New" w:cs="Courier New"/>
          <w:sz w:val="20"/>
          <w:szCs w:val="20"/>
          <w:lang w:val="en-US"/>
        </w:rPr>
        <w:t>82V0443:</w:t>
      </w:r>
      <w:r w:rsidRPr="00F55DF6">
        <w:rPr>
          <w:rFonts w:ascii="Courier New" w:hAnsi="Courier New" w:cs="Courier New"/>
          <w:sz w:val="20"/>
          <w:szCs w:val="20"/>
          <w:lang w:val="en-US"/>
        </w:rPr>
        <w:tab/>
        <w:t>Brandy Butler</w:t>
      </w:r>
    </w:p>
    <w:p w:rsidR="007D6276" w:rsidRPr="00F55DF6" w:rsidRDefault="007D6276" w:rsidP="004A21F8">
      <w:pPr>
        <w:rPr>
          <w:rFonts w:ascii="Courier New" w:hAnsi="Courier New" w:cs="Courier New"/>
          <w:sz w:val="20"/>
          <w:szCs w:val="20"/>
          <w:lang w:val="en-US"/>
        </w:rPr>
      </w:pPr>
      <w:r w:rsidRPr="00F55DF6">
        <w:rPr>
          <w:rFonts w:ascii="Courier New" w:hAnsi="Courier New" w:cs="Courier New"/>
          <w:sz w:val="20"/>
          <w:szCs w:val="20"/>
          <w:lang w:val="en-US"/>
        </w:rPr>
        <w:t xml:space="preserve">82V0461: </w:t>
      </w:r>
      <w:r w:rsidRPr="00F55DF6">
        <w:rPr>
          <w:rFonts w:ascii="Courier New" w:hAnsi="Courier New" w:cs="Courier New"/>
          <w:sz w:val="20"/>
          <w:szCs w:val="20"/>
          <w:lang w:val="en-US"/>
        </w:rPr>
        <w:tab/>
        <w:t>Brandy Butler</w:t>
      </w:r>
    </w:p>
    <w:p w:rsidR="007D6276" w:rsidRP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82V0464:</w:t>
      </w:r>
      <w:r w:rsidRPr="007D6276">
        <w:rPr>
          <w:rFonts w:ascii="Courier New" w:hAnsi="Courier New" w:cs="Courier New"/>
          <w:sz w:val="20"/>
          <w:szCs w:val="20"/>
        </w:rPr>
        <w:tab/>
        <w:t xml:space="preserve">Rebecca </w:t>
      </w:r>
      <w:proofErr w:type="spellStart"/>
      <w:r w:rsidRPr="007D6276">
        <w:rPr>
          <w:rFonts w:ascii="Courier New" w:hAnsi="Courier New" w:cs="Courier New"/>
          <w:sz w:val="20"/>
          <w:szCs w:val="20"/>
        </w:rPr>
        <w:t>Meining</w:t>
      </w:r>
      <w:proofErr w:type="spellEnd"/>
      <w:r>
        <w:rPr>
          <w:rFonts w:ascii="Courier New" w:hAnsi="Courier New" w:cs="Courier New"/>
          <w:sz w:val="20"/>
          <w:szCs w:val="20"/>
        </w:rPr>
        <w:t>,</w:t>
      </w:r>
      <w:r w:rsidRPr="007D6276">
        <w:rPr>
          <w:rFonts w:ascii="Courier New" w:hAnsi="Courier New" w:cs="Courier New"/>
          <w:sz w:val="20"/>
          <w:szCs w:val="20"/>
        </w:rPr>
        <w:t xml:space="preserve"> Maja Beckmann</w:t>
      </w:r>
    </w:p>
    <w:p w:rsid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82V0520:</w:t>
      </w:r>
      <w:r w:rsidRPr="007D6276">
        <w:rPr>
          <w:rFonts w:ascii="Courier New" w:hAnsi="Courier New" w:cs="Courier New"/>
          <w:sz w:val="20"/>
          <w:szCs w:val="20"/>
        </w:rPr>
        <w:tab/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</w:p>
    <w:p w:rsidR="007D6276" w:rsidRPr="00E2271E" w:rsidRDefault="007D6276" w:rsidP="007D6276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82V0539</w:t>
      </w:r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ab/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 xml:space="preserve">, </w:t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Brandy </w:t>
      </w:r>
      <w:r w:rsidRPr="007D6276">
        <w:rPr>
          <w:rFonts w:ascii="Courier New" w:hAnsi="Courier New" w:cs="Courier New"/>
          <w:sz w:val="20"/>
          <w:szCs w:val="20"/>
        </w:rPr>
        <w:t>Butler</w:t>
      </w:r>
    </w:p>
    <w:p w:rsid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82V0571</w:t>
      </w:r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ab/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  <w:r>
        <w:rPr>
          <w:rFonts w:ascii="Courier New" w:hAnsi="Courier New" w:cs="Courier New"/>
          <w:sz w:val="20"/>
          <w:szCs w:val="20"/>
        </w:rPr>
        <w:t xml:space="preserve">, </w:t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</w:p>
    <w:p w:rsid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82V0575</w:t>
      </w:r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ab/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</w:p>
    <w:p w:rsid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82V0578</w:t>
      </w:r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ab/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</w:p>
    <w:p w:rsid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82V0593</w:t>
      </w:r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ab/>
        <w:t xml:space="preserve">Maja </w:t>
      </w:r>
      <w:r w:rsidRPr="004E547B">
        <w:rPr>
          <w:rFonts w:ascii="Courier New" w:hAnsi="Courier New" w:cs="Courier New"/>
          <w:sz w:val="20"/>
          <w:szCs w:val="20"/>
        </w:rPr>
        <w:t>Beckmann</w:t>
      </w:r>
    </w:p>
    <w:p w:rsidR="007D6276" w:rsidRPr="007D6276" w:rsidRDefault="007D6276" w:rsidP="004A21F8">
      <w:pPr>
        <w:rPr>
          <w:rFonts w:ascii="Courier New" w:hAnsi="Courier New" w:cs="Courier New"/>
          <w:sz w:val="20"/>
          <w:szCs w:val="20"/>
        </w:rPr>
      </w:pPr>
      <w:r w:rsidRPr="007D6276">
        <w:rPr>
          <w:rFonts w:ascii="Courier New" w:hAnsi="Courier New" w:cs="Courier New"/>
          <w:sz w:val="20"/>
          <w:szCs w:val="20"/>
        </w:rPr>
        <w:t>82V0616</w:t>
      </w:r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ab/>
      </w:r>
      <w:r w:rsidRPr="004E547B">
        <w:rPr>
          <w:rFonts w:ascii="Courier New" w:hAnsi="Courier New" w:cs="Courier New"/>
          <w:sz w:val="20"/>
          <w:szCs w:val="20"/>
        </w:rPr>
        <w:t xml:space="preserve">Henni </w:t>
      </w:r>
      <w:proofErr w:type="spellStart"/>
      <w:r w:rsidRPr="004E547B">
        <w:rPr>
          <w:rFonts w:ascii="Courier New" w:hAnsi="Courier New" w:cs="Courier New"/>
          <w:sz w:val="20"/>
          <w:szCs w:val="20"/>
        </w:rPr>
        <w:t>Jörissen</w:t>
      </w:r>
      <w:proofErr w:type="spellEnd"/>
    </w:p>
    <w:p w:rsidR="004E547B" w:rsidRPr="007D6276" w:rsidRDefault="004E547B" w:rsidP="004A21F8"/>
    <w:sectPr w:rsidR="004E547B" w:rsidRPr="007D62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8"/>
    <w:rsid w:val="001C352F"/>
    <w:rsid w:val="001E46F7"/>
    <w:rsid w:val="004A21F8"/>
    <w:rsid w:val="004E547B"/>
    <w:rsid w:val="0070072E"/>
    <w:rsid w:val="00701F33"/>
    <w:rsid w:val="007D6276"/>
    <w:rsid w:val="00E2271E"/>
    <w:rsid w:val="00EB4516"/>
    <w:rsid w:val="00EB6345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228322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inafolly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E97A87EB.dotm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Ott Barbara</cp:lastModifiedBy>
  <cp:revision>3</cp:revision>
  <dcterms:created xsi:type="dcterms:W3CDTF">2019-09-11T07:23:00Z</dcterms:created>
  <dcterms:modified xsi:type="dcterms:W3CDTF">2019-09-11T07:40:00Z</dcterms:modified>
</cp:coreProperties>
</file>